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6D7B71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407BE" w:rsidTr="00963E33">
        <w:tc>
          <w:tcPr>
            <w:tcW w:w="10326" w:type="dxa"/>
          </w:tcPr>
          <w:p w:rsidR="00190FF9" w:rsidRPr="000407B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0407B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0407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255C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4B2273" w:rsidP="004B22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18.06.2020 № 144</w:t>
            </w:r>
            <w:bookmarkStart w:id="0" w:name="_GoBack"/>
            <w:bookmarkEnd w:id="0"/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0407BE" w:rsidTr="00963E33">
        <w:tc>
          <w:tcPr>
            <w:tcW w:w="10326" w:type="dxa"/>
          </w:tcPr>
          <w:p w:rsidR="00965CE1" w:rsidRPr="000407BE" w:rsidRDefault="00965CE1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65CE1" w:rsidRPr="000407BE" w:rsidRDefault="00965CE1" w:rsidP="00040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7BE" w:rsidRPr="000407BE" w:rsidRDefault="000407BE" w:rsidP="00796931">
      <w:pPr>
        <w:rPr>
          <w:rFonts w:ascii="Times New Roman" w:hAnsi="Times New Roman"/>
          <w:sz w:val="28"/>
          <w:szCs w:val="24"/>
        </w:rPr>
      </w:pPr>
    </w:p>
    <w:p w:rsidR="00796931" w:rsidRPr="000407B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045BDC">
        <w:rPr>
          <w:rFonts w:ascii="Times New Roman" w:hAnsi="Times New Roman"/>
          <w:sz w:val="28"/>
          <w:szCs w:val="28"/>
        </w:rPr>
        <w:t>й</w:t>
      </w:r>
    </w:p>
    <w:p w:rsidR="00662A15" w:rsidRPr="000407B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965C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31FA3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№</w:t>
            </w:r>
          </w:p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п</w:t>
            </w:r>
            <w:proofErr w:type="gramEnd"/>
            <w:r w:rsidR="00831FA3" w:rsidRPr="000407BE">
              <w:rPr>
                <w:rFonts w:ascii="Times New Roman" w:hAnsi="Times New Roman" w:cs="Times New Roman"/>
              </w:rPr>
              <w:t>/</w:t>
            </w:r>
            <w:r w:rsidRPr="000407B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407BE">
              <w:rPr>
                <w:rFonts w:ascii="Times New Roman" w:hAnsi="Times New Roman" w:cs="Times New Roman"/>
              </w:rPr>
              <w:t>распо-рядители</w:t>
            </w:r>
            <w:proofErr w:type="spellEnd"/>
            <w:proofErr w:type="gramEnd"/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4321C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Источ</w:t>
            </w:r>
            <w:r w:rsidR="00662A15" w:rsidRPr="000407BE">
              <w:rPr>
                <w:rFonts w:ascii="Times New Roman" w:hAnsi="Times New Roman" w:cs="Times New Roman"/>
              </w:rPr>
              <w:t xml:space="preserve">ник </w:t>
            </w:r>
            <w:proofErr w:type="spellStart"/>
            <w:proofErr w:type="gramStart"/>
            <w:r w:rsidR="00662A15" w:rsidRPr="000407BE">
              <w:rPr>
                <w:rFonts w:ascii="Times New Roman" w:hAnsi="Times New Roman" w:cs="Times New Roman"/>
              </w:rPr>
              <w:t>финанси</w:t>
            </w:r>
            <w:r w:rsidRPr="000407BE">
              <w:rPr>
                <w:rFonts w:ascii="Times New Roman" w:hAnsi="Times New Roman" w:cs="Times New Roman"/>
              </w:rPr>
              <w:t>-</w:t>
            </w:r>
            <w:r w:rsidR="00662A15" w:rsidRPr="000407BE">
              <w:rPr>
                <w:rFonts w:ascii="Times New Roman" w:hAnsi="Times New Roman" w:cs="Times New Roman"/>
              </w:rPr>
              <w:t>рования</w:t>
            </w:r>
            <w:proofErr w:type="spellEnd"/>
            <w:proofErr w:type="gramEnd"/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Ожида</w:t>
            </w:r>
            <w:r w:rsidR="0039301B" w:rsidRPr="000407BE">
              <w:rPr>
                <w:rFonts w:ascii="Times New Roman" w:hAnsi="Times New Roman" w:cs="Times New Roman"/>
              </w:rPr>
              <w:t>емый резуль</w:t>
            </w:r>
            <w:r w:rsidRPr="000407BE">
              <w:rPr>
                <w:rFonts w:ascii="Times New Roman" w:hAnsi="Times New Roman" w:cs="Times New Roman"/>
              </w:rPr>
              <w:t>тат</w:t>
            </w: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5CE1" w:rsidRPr="000407BE" w:rsidRDefault="00965CE1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596D71">
        <w:trPr>
          <w:trHeight w:val="145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  <w:r w:rsidR="00965CE1" w:rsidRPr="000407BE">
              <w:rPr>
                <w:rFonts w:ascii="Times New Roman" w:hAnsi="Times New Roman" w:cs="Times New Roman"/>
              </w:rPr>
              <w:t>6</w:t>
            </w:r>
          </w:p>
        </w:tc>
      </w:tr>
      <w:tr w:rsidR="00596D71" w:rsidRPr="000407BE" w:rsidTr="00596D71">
        <w:trPr>
          <w:cantSplit/>
          <w:trHeight w:val="137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0C2725">
            <w:pPr>
              <w:pStyle w:val="ConsPlusNormal"/>
              <w:ind w:right="-57"/>
              <w:outlineLvl w:val="0"/>
              <w:rPr>
                <w:rFonts w:ascii="Times New Roman" w:hAnsi="Times New Roman" w:cs="Times New Roman"/>
                <w:spacing w:val="-4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1. Обеспечение эффективного исполнения государственных функций в </w:t>
            </w:r>
            <w:r w:rsidRPr="000407BE">
              <w:rPr>
                <w:rFonts w:ascii="Times New Roman" w:hAnsi="Times New Roman" w:cs="Times New Roman"/>
                <w:spacing w:val="-4"/>
              </w:rPr>
              <w:t>сфере реализации Программы,</w:t>
            </w:r>
          </w:p>
          <w:p w:rsidR="00596D71" w:rsidRPr="000407BE" w:rsidRDefault="00596D71" w:rsidP="00942D4B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в том числе</w:t>
            </w:r>
            <w:r w:rsidR="004179C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D760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799021,1702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108372,64851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D760FE" w:rsidRDefault="00D760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60FE">
              <w:rPr>
                <w:rFonts w:ascii="Times New Roman" w:hAnsi="Times New Roman" w:cs="Times New Roman"/>
              </w:rPr>
              <w:t>179801,9643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105865,61851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109611,18355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ежегодного  выполнения  не менее </w:t>
            </w:r>
          </w:p>
          <w:p w:rsidR="00596D71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90% целевых индикаторов Программы</w:t>
            </w: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Pr="000407BE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деятельности Минтранса Рязанской области                   </w:t>
            </w: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left="-61"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D760FE" w:rsidP="008E1CE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459088,36129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41437,17601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D760FE" w:rsidRDefault="00D760FE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60FE">
              <w:rPr>
                <w:rFonts w:ascii="Times New Roman" w:hAnsi="Times New Roman" w:cs="Times New Roman"/>
              </w:rPr>
              <w:t>40977,14191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41995,62557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43545,46247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из них</w:t>
            </w:r>
          </w:p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выполненные и не оплаченные работы </w:t>
            </w:r>
          </w:p>
          <w:p w:rsidR="00596D71" w:rsidRPr="000407BE" w:rsidRDefault="00596D71" w:rsidP="006B45A2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2015 году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F666A4">
        <w:trPr>
          <w:cantSplit/>
          <w:trHeight w:val="154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1.2.</w:t>
            </w: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lastRenderedPageBreak/>
              <w:t xml:space="preserve">Финансовое обеспечение деятельности </w:t>
            </w:r>
          </w:p>
          <w:p w:rsidR="00596D71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государственного казенного учреждения Рязанской </w:t>
            </w:r>
          </w:p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8C43AE" w:rsidRPr="000407BE" w:rsidRDefault="008C43AE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Pr="000407B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F666A4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339932,80891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F666A4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6A4" w:rsidRPr="000407BE" w:rsidTr="006B45A2">
        <w:trPr>
          <w:cantSplit/>
          <w:trHeight w:val="145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6B45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339932,80891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rPr>
          <w:cantSplit/>
          <w:trHeight w:val="1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37683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lastRenderedPageBreak/>
              <w:t>2</w:t>
            </w:r>
            <w:r w:rsidR="00665BFE" w:rsidRPr="000407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Задача 2. Обеспечение условий для осуществления деятельности 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», </w:t>
            </w:r>
          </w:p>
          <w:p w:rsidR="00665BFE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131239,2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16408,6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0407BE" w:rsidRDefault="00665BFE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обеспечение ежегодного исполнения государственного задания не менее 95</w:t>
            </w:r>
            <w:r w:rsidR="00EF0387">
              <w:rPr>
                <w:rFonts w:ascii="Times New Roman" w:hAnsi="Times New Roman" w:cs="Times New Roman"/>
              </w:rPr>
              <w:t>%</w:t>
            </w:r>
          </w:p>
        </w:tc>
      </w:tr>
      <w:tr w:rsidR="007F5968" w:rsidRPr="000407BE" w:rsidTr="006D7B71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F16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  <w:r w:rsidR="00F163C6">
              <w:rPr>
                <w:rFonts w:ascii="Times New Roman" w:hAnsi="Times New Roman" w:cs="Times New Roman"/>
              </w:rPr>
              <w:t>.</w:t>
            </w: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Государственное задание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ГБУ «</w:t>
            </w:r>
            <w:proofErr w:type="spellStart"/>
            <w:r w:rsidRPr="000407BE">
              <w:rPr>
                <w:rFonts w:ascii="Times New Roman" w:hAnsi="Times New Roman" w:cs="Times New Roman"/>
              </w:rPr>
              <w:t>Протасово</w:t>
            </w:r>
            <w:proofErr w:type="spellEnd"/>
            <w:r w:rsidRPr="000407B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F163C6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131239,2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314056" w:rsidP="00F163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163C6">
              <w:rPr>
                <w:rFonts w:ascii="Times New Roman" w:hAnsi="Times New Roman" w:cs="Times New Roman"/>
              </w:rPr>
              <w:t>408</w:t>
            </w:r>
            <w:r>
              <w:rPr>
                <w:rFonts w:ascii="Times New Roman" w:hAnsi="Times New Roman" w:cs="Times New Roman"/>
              </w:rPr>
              <w:t>,</w:t>
            </w:r>
            <w:r w:rsidR="00F163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6D7B71">
        <w:trPr>
          <w:cantSplit/>
          <w:trHeight w:val="145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D760FE" w:rsidP="00E4627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930260,3702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123138,54851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D760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196210,5643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122301,81851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126514,48355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6A4" w:rsidRPr="000407BE" w:rsidTr="006D7B71">
        <w:trPr>
          <w:cantSplit/>
          <w:trHeight w:val="14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407BE">
              <w:rPr>
                <w:rFonts w:ascii="Times New Roman" w:hAnsi="Times New Roman" w:cs="Times New Roman"/>
              </w:rPr>
              <w:t>бюджетные</w:t>
            </w:r>
            <w:proofErr w:type="gramEnd"/>
            <w:r w:rsidRPr="000407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7BE">
              <w:rPr>
                <w:rFonts w:ascii="Times New Roman" w:hAnsi="Times New Roman" w:cs="Times New Roman"/>
              </w:rPr>
              <w:t>ассигнова-ния</w:t>
            </w:r>
            <w:proofErr w:type="spellEnd"/>
            <w:r w:rsidRPr="000407BE">
              <w:rPr>
                <w:rFonts w:ascii="Times New Roman" w:hAnsi="Times New Roman" w:cs="Times New Roman"/>
              </w:rPr>
              <w:t xml:space="preserve">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339932,80891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2A15" w:rsidRDefault="00662A15" w:rsidP="006B45A2">
      <w:pPr>
        <w:rPr>
          <w:rFonts w:ascii="Times New Roman" w:hAnsi="Times New Roman"/>
        </w:rPr>
      </w:pPr>
    </w:p>
    <w:p w:rsidR="004F6C04" w:rsidRDefault="004F6C04" w:rsidP="006B45A2">
      <w:pPr>
        <w:rPr>
          <w:rFonts w:ascii="Times New Roman" w:hAnsi="Times New Roman"/>
        </w:rPr>
      </w:pPr>
    </w:p>
    <w:p w:rsidR="004F6C04" w:rsidRPr="000407BE" w:rsidRDefault="004F6C04" w:rsidP="004F6C0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</w:t>
      </w:r>
    </w:p>
    <w:sectPr w:rsidR="004F6C04" w:rsidRPr="000407BE" w:rsidSect="006D7B71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B1" w:rsidRDefault="001343B1">
      <w:r>
        <w:separator/>
      </w:r>
    </w:p>
  </w:endnote>
  <w:endnote w:type="continuationSeparator" w:id="0">
    <w:p w:rsidR="001343B1" w:rsidRDefault="0013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 wp14:anchorId="3502275B" wp14:editId="2EAC9431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DBDF63E" wp14:editId="6B9C6537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6D7B71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2089  16.06.2020 12:25:03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B1" w:rsidRDefault="001343B1">
      <w:r>
        <w:separator/>
      </w:r>
    </w:p>
  </w:footnote>
  <w:footnote w:type="continuationSeparator" w:id="0">
    <w:p w:rsidR="001343B1" w:rsidRDefault="0013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E8530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E8530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B227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75pt;height:11.5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7NtgSejyds7YkqfX3VCdy00aqo=" w:salt="txkLndScS33pB0NW4+XUD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45BDC"/>
    <w:rsid w:val="00047C0F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B4E72"/>
    <w:rsid w:val="000C2725"/>
    <w:rsid w:val="000C565E"/>
    <w:rsid w:val="000E7E44"/>
    <w:rsid w:val="000F0BDB"/>
    <w:rsid w:val="000F2B84"/>
    <w:rsid w:val="000F5632"/>
    <w:rsid w:val="001032A2"/>
    <w:rsid w:val="00122CFD"/>
    <w:rsid w:val="0013431C"/>
    <w:rsid w:val="001343B1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1DC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801"/>
    <w:rsid w:val="002D7D3F"/>
    <w:rsid w:val="002E51A7"/>
    <w:rsid w:val="002E5A5F"/>
    <w:rsid w:val="002F1E81"/>
    <w:rsid w:val="00310D92"/>
    <w:rsid w:val="00314056"/>
    <w:rsid w:val="003160CB"/>
    <w:rsid w:val="00316C65"/>
    <w:rsid w:val="00321189"/>
    <w:rsid w:val="003222A3"/>
    <w:rsid w:val="00323E29"/>
    <w:rsid w:val="003255C4"/>
    <w:rsid w:val="00325FB2"/>
    <w:rsid w:val="00327979"/>
    <w:rsid w:val="00333D63"/>
    <w:rsid w:val="00333DC7"/>
    <w:rsid w:val="003510D1"/>
    <w:rsid w:val="003531F7"/>
    <w:rsid w:val="00360A40"/>
    <w:rsid w:val="0037683E"/>
    <w:rsid w:val="0038342C"/>
    <w:rsid w:val="003839C7"/>
    <w:rsid w:val="00386103"/>
    <w:rsid w:val="003870C2"/>
    <w:rsid w:val="0039301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179C7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2273"/>
    <w:rsid w:val="004B2D5A"/>
    <w:rsid w:val="004B327C"/>
    <w:rsid w:val="004D293D"/>
    <w:rsid w:val="004E402F"/>
    <w:rsid w:val="004F1D67"/>
    <w:rsid w:val="004F2A17"/>
    <w:rsid w:val="004F44FE"/>
    <w:rsid w:val="004F6C04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236C"/>
    <w:rsid w:val="0057074C"/>
    <w:rsid w:val="00573FBF"/>
    <w:rsid w:val="00574FF3"/>
    <w:rsid w:val="00582538"/>
    <w:rsid w:val="00583436"/>
    <w:rsid w:val="005838EA"/>
    <w:rsid w:val="005846F5"/>
    <w:rsid w:val="00585EE1"/>
    <w:rsid w:val="00590C0E"/>
    <w:rsid w:val="005939E6"/>
    <w:rsid w:val="00596D71"/>
    <w:rsid w:val="00597133"/>
    <w:rsid w:val="005A4227"/>
    <w:rsid w:val="005A6A3D"/>
    <w:rsid w:val="005B229B"/>
    <w:rsid w:val="005B3518"/>
    <w:rsid w:val="005B5575"/>
    <w:rsid w:val="005C0C92"/>
    <w:rsid w:val="005C2D0D"/>
    <w:rsid w:val="005C34BC"/>
    <w:rsid w:val="005C56AE"/>
    <w:rsid w:val="005C7449"/>
    <w:rsid w:val="005D4A61"/>
    <w:rsid w:val="005D7C88"/>
    <w:rsid w:val="005E137B"/>
    <w:rsid w:val="005E6D99"/>
    <w:rsid w:val="005E77C3"/>
    <w:rsid w:val="005F23AA"/>
    <w:rsid w:val="005F2ADD"/>
    <w:rsid w:val="005F2C49"/>
    <w:rsid w:val="005F7BF4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4E02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B45A2"/>
    <w:rsid w:val="006C3040"/>
    <w:rsid w:val="006D2674"/>
    <w:rsid w:val="006D7B71"/>
    <w:rsid w:val="006E6EBA"/>
    <w:rsid w:val="006F328B"/>
    <w:rsid w:val="006F3499"/>
    <w:rsid w:val="006F5886"/>
    <w:rsid w:val="00707734"/>
    <w:rsid w:val="00707E19"/>
    <w:rsid w:val="00712F7C"/>
    <w:rsid w:val="0072328A"/>
    <w:rsid w:val="0073684D"/>
    <w:rsid w:val="007377B5"/>
    <w:rsid w:val="00737824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83FDB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7F5968"/>
    <w:rsid w:val="00801FAF"/>
    <w:rsid w:val="008143CB"/>
    <w:rsid w:val="00823CA1"/>
    <w:rsid w:val="0082639E"/>
    <w:rsid w:val="00827699"/>
    <w:rsid w:val="00830CA5"/>
    <w:rsid w:val="00831FA3"/>
    <w:rsid w:val="008418F4"/>
    <w:rsid w:val="00841B87"/>
    <w:rsid w:val="0084321C"/>
    <w:rsid w:val="00843858"/>
    <w:rsid w:val="008513B9"/>
    <w:rsid w:val="008702D3"/>
    <w:rsid w:val="00875959"/>
    <w:rsid w:val="00876034"/>
    <w:rsid w:val="00880005"/>
    <w:rsid w:val="008827E7"/>
    <w:rsid w:val="00891265"/>
    <w:rsid w:val="008A1696"/>
    <w:rsid w:val="008A191D"/>
    <w:rsid w:val="008A3CDD"/>
    <w:rsid w:val="008B008C"/>
    <w:rsid w:val="008C43AE"/>
    <w:rsid w:val="008C5264"/>
    <w:rsid w:val="008C58FE"/>
    <w:rsid w:val="008E6C41"/>
    <w:rsid w:val="008F07A1"/>
    <w:rsid w:val="008F0816"/>
    <w:rsid w:val="008F6BB7"/>
    <w:rsid w:val="008F7FA7"/>
    <w:rsid w:val="00900F42"/>
    <w:rsid w:val="00901EA2"/>
    <w:rsid w:val="009108C0"/>
    <w:rsid w:val="00914808"/>
    <w:rsid w:val="00925688"/>
    <w:rsid w:val="00932E3C"/>
    <w:rsid w:val="00937A1A"/>
    <w:rsid w:val="00942D4B"/>
    <w:rsid w:val="00945D13"/>
    <w:rsid w:val="009505A2"/>
    <w:rsid w:val="0095236F"/>
    <w:rsid w:val="00956B93"/>
    <w:rsid w:val="009573D3"/>
    <w:rsid w:val="009627A3"/>
    <w:rsid w:val="00963E33"/>
    <w:rsid w:val="00965CE1"/>
    <w:rsid w:val="009765E4"/>
    <w:rsid w:val="009977FF"/>
    <w:rsid w:val="009A085B"/>
    <w:rsid w:val="009A330F"/>
    <w:rsid w:val="009A7702"/>
    <w:rsid w:val="009B2785"/>
    <w:rsid w:val="009C04EC"/>
    <w:rsid w:val="009C1DE6"/>
    <w:rsid w:val="009C1F0E"/>
    <w:rsid w:val="009D3E8C"/>
    <w:rsid w:val="009D51C2"/>
    <w:rsid w:val="009E3A0E"/>
    <w:rsid w:val="00A053A8"/>
    <w:rsid w:val="00A06428"/>
    <w:rsid w:val="00A12A3F"/>
    <w:rsid w:val="00A1314B"/>
    <w:rsid w:val="00A13160"/>
    <w:rsid w:val="00A137D3"/>
    <w:rsid w:val="00A33A9F"/>
    <w:rsid w:val="00A42B5F"/>
    <w:rsid w:val="00A44A8F"/>
    <w:rsid w:val="00A51D96"/>
    <w:rsid w:val="00A54812"/>
    <w:rsid w:val="00A61EED"/>
    <w:rsid w:val="00A72E6E"/>
    <w:rsid w:val="00A96F84"/>
    <w:rsid w:val="00AC3953"/>
    <w:rsid w:val="00AC7150"/>
    <w:rsid w:val="00AD24DA"/>
    <w:rsid w:val="00AE1DCA"/>
    <w:rsid w:val="00AE3915"/>
    <w:rsid w:val="00AF1595"/>
    <w:rsid w:val="00AF5F7C"/>
    <w:rsid w:val="00B02164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044A"/>
    <w:rsid w:val="00BC439C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F03D8"/>
    <w:rsid w:val="00CF0D73"/>
    <w:rsid w:val="00D00897"/>
    <w:rsid w:val="00D015D5"/>
    <w:rsid w:val="00D03D68"/>
    <w:rsid w:val="00D21C63"/>
    <w:rsid w:val="00D266DD"/>
    <w:rsid w:val="00D32B04"/>
    <w:rsid w:val="00D374E7"/>
    <w:rsid w:val="00D63949"/>
    <w:rsid w:val="00D652E7"/>
    <w:rsid w:val="00D71D3B"/>
    <w:rsid w:val="00D74377"/>
    <w:rsid w:val="00D760FE"/>
    <w:rsid w:val="00D77BCF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276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5304"/>
    <w:rsid w:val="00E87E25"/>
    <w:rsid w:val="00EA04F1"/>
    <w:rsid w:val="00EA2FD3"/>
    <w:rsid w:val="00EB7CE9"/>
    <w:rsid w:val="00EC433F"/>
    <w:rsid w:val="00ED1FDE"/>
    <w:rsid w:val="00ED30EE"/>
    <w:rsid w:val="00EF0387"/>
    <w:rsid w:val="00F06EFB"/>
    <w:rsid w:val="00F1529E"/>
    <w:rsid w:val="00F163C6"/>
    <w:rsid w:val="00F16F07"/>
    <w:rsid w:val="00F30213"/>
    <w:rsid w:val="00F30355"/>
    <w:rsid w:val="00F32125"/>
    <w:rsid w:val="00F45975"/>
    <w:rsid w:val="00F45B7C"/>
    <w:rsid w:val="00F45FCE"/>
    <w:rsid w:val="00F525E3"/>
    <w:rsid w:val="00F64394"/>
    <w:rsid w:val="00F65E2A"/>
    <w:rsid w:val="00F66514"/>
    <w:rsid w:val="00F666A4"/>
    <w:rsid w:val="00F9061A"/>
    <w:rsid w:val="00F9334F"/>
    <w:rsid w:val="00F9748A"/>
    <w:rsid w:val="00F97D7F"/>
    <w:rsid w:val="00FA122C"/>
    <w:rsid w:val="00FA3B95"/>
    <w:rsid w:val="00FA512D"/>
    <w:rsid w:val="00FB75FC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2ED42-0415-471B-BAD5-36F4CD86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323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82</cp:revision>
  <cp:lastPrinted>2018-12-18T12:57:00Z</cp:lastPrinted>
  <dcterms:created xsi:type="dcterms:W3CDTF">2016-02-04T06:26:00Z</dcterms:created>
  <dcterms:modified xsi:type="dcterms:W3CDTF">2020-06-19T06:31:00Z</dcterms:modified>
</cp:coreProperties>
</file>